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1361"/>
        <w:tblW w:w="83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820"/>
        <w:gridCol w:w="2551"/>
      </w:tblGrid>
      <w:tr w:rsidR="00C53E49" w:rsidRPr="007B0199" w14:paraId="4D9161FB" w14:textId="77777777" w:rsidTr="004B5269">
        <w:trPr>
          <w:trHeight w:val="257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5C65D55F" w14:textId="77777777" w:rsidR="00C53E49" w:rsidRPr="007B0199" w:rsidRDefault="00C53E49" w:rsidP="002725A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49B777F3" w14:textId="77777777" w:rsidR="00C53E49" w:rsidRPr="007B0199" w:rsidRDefault="00C53E4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3F43F5" w14:textId="77777777" w:rsidR="00C53E49" w:rsidRPr="007B0199" w:rsidRDefault="00C53E4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C53E49" w:rsidRPr="007B0199" w14:paraId="3E51F269" w14:textId="77777777" w:rsidTr="004B5269">
        <w:trPr>
          <w:trHeight w:val="68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5D68B020" w14:textId="6B9E1B75" w:rsidR="00C53E49" w:rsidRPr="003C0DF8" w:rsidRDefault="00C74FFE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poř.č.</w:t>
            </w:r>
            <w:r w:rsidR="00C53E49"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  <w:hideMark/>
          </w:tcPr>
          <w:p w14:paraId="1439A294" w14:textId="3E2EC4E7" w:rsidR="00C53E49" w:rsidRPr="003C0DF8" w:rsidRDefault="00C53E4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– Funkce/parametr s odkazem na Přílohu č. 1 Zadávací dokumentace </w:t>
            </w:r>
            <w:r w:rsidR="00127C2B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-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Bližší specifikace předmětu plnění veřejné zakázky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</w:tcPr>
          <w:p w14:paraId="3BC573D2" w14:textId="77777777" w:rsidR="00C53E49" w:rsidRPr="003C0DF8" w:rsidRDefault="00C53E49" w:rsidP="00E84EF3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5B89C2B8" w14:textId="47660B3E" w:rsidR="00C53E49" w:rsidRDefault="00C53E49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v Kč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bez DPH</w:t>
            </w:r>
          </w:p>
          <w:p w14:paraId="7A8F4ABB" w14:textId="073C0A2B" w:rsidR="00C53E49" w:rsidRPr="003C0DF8" w:rsidRDefault="00C53E49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</w:tr>
      <w:tr w:rsidR="00C53E49" w:rsidRPr="007B0199" w14:paraId="3620892B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AF6AF8" w14:textId="77777777" w:rsidR="002229C4" w:rsidRDefault="002229C4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68CD866D" w14:textId="318133DD" w:rsidR="00C53E49" w:rsidRPr="003C0DF8" w:rsidRDefault="00C53E49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hideMark/>
          </w:tcPr>
          <w:p w14:paraId="0620C062" w14:textId="77777777" w:rsidR="002229C4" w:rsidRDefault="002229C4" w:rsidP="002229C4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</w:p>
          <w:p w14:paraId="2FAAED19" w14:textId="2FC9E4D5" w:rsidR="00C53E49" w:rsidRPr="00A01A40" w:rsidRDefault="006673C4" w:rsidP="002229C4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Vozidlo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473D3847" w14:textId="61A6BD05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26E31337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D5CB868" w14:textId="77777777" w:rsidR="002229C4" w:rsidRDefault="002229C4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27696B82" w14:textId="18A78317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26657F6B" w14:textId="77777777" w:rsidR="002229C4" w:rsidRDefault="002229C4" w:rsidP="002229C4">
            <w:pPr>
              <w:spacing w:after="0" w:line="240" w:lineRule="auto"/>
            </w:pPr>
          </w:p>
          <w:p w14:paraId="124E2096" w14:textId="26C30DFB" w:rsidR="00C53E49" w:rsidRPr="00FF5697" w:rsidRDefault="00DC7D3E" w:rsidP="002229C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t>Reflektometr na silové kabely s oddělovacím filtrem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1FD76FA7" w14:textId="54AE41C1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67B38570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BEA9A3" w14:textId="77777777" w:rsidR="00DC7D3E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0E9FC10B" w14:textId="191B70AF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3.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1732E031" w14:textId="77777777" w:rsidR="00DC7D3E" w:rsidRDefault="00DC7D3E" w:rsidP="00DC7D3E">
            <w:pPr>
              <w:spacing w:after="0" w:line="240" w:lineRule="auto"/>
            </w:pPr>
          </w:p>
          <w:p w14:paraId="21BD7114" w14:textId="15CF820F" w:rsidR="00DC7D3E" w:rsidRPr="00FF5697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t>Vysokonapěťový rázový generátor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71871EBF" w14:textId="3C1D7A41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23555DC1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71DB82" w14:textId="77777777" w:rsidR="006F78DB" w:rsidRDefault="006F78DB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7B9A0EC4" w14:textId="69EB142C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4.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299E512E" w14:textId="77777777" w:rsidR="00DC7D3E" w:rsidRDefault="00DC7D3E" w:rsidP="00DC7D3E">
            <w:pPr>
              <w:spacing w:after="0" w:line="240" w:lineRule="auto"/>
            </w:pPr>
          </w:p>
          <w:p w14:paraId="603564D8" w14:textId="1CD668C9" w:rsidR="00DC7D3E" w:rsidRPr="00FF5697" w:rsidRDefault="00A876C8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t>T</w:t>
            </w:r>
            <w:r w:rsidR="00DC7D3E">
              <w:t>rasovací prut s vestavěnou sondou na konci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454FD96F" w14:textId="51E7F417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337FA5E4" w14:textId="77777777" w:rsidTr="004B5269">
        <w:trPr>
          <w:trHeight w:val="423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020259E" w14:textId="77777777" w:rsidR="006F78DB" w:rsidRDefault="006F78DB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47FD949A" w14:textId="7CFF1045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5.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6A8088FB" w14:textId="77777777" w:rsidR="00A876C8" w:rsidRDefault="00A876C8" w:rsidP="00A876C8">
            <w:pPr>
              <w:spacing w:after="0" w:line="240" w:lineRule="auto"/>
            </w:pPr>
          </w:p>
          <w:p w14:paraId="663AA964" w14:textId="008E347E" w:rsidR="00DC7D3E" w:rsidRPr="006673C4" w:rsidRDefault="00D74F8E" w:rsidP="00A876C8">
            <w:pPr>
              <w:spacing w:after="0" w:line="240" w:lineRule="auto"/>
            </w:pPr>
            <w:r w:rsidRPr="00D74F8E">
              <w:t>Vysílač pro lokalizaci kabelových tras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425434F0" w14:textId="4A8C0673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2578CAE4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AD1B05" w14:textId="77777777" w:rsidR="00DC7D3E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2DF67FA4" w14:textId="181E7CF9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6.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25D4B031" w14:textId="77777777" w:rsidR="00DC7D3E" w:rsidRDefault="00DC7D3E" w:rsidP="00DC7D3E">
            <w:pPr>
              <w:spacing w:after="0" w:line="240" w:lineRule="auto"/>
            </w:pPr>
          </w:p>
          <w:p w14:paraId="648B7AB0" w14:textId="00ACBD34" w:rsidR="00DC7D3E" w:rsidRPr="00FF5697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t>Notebook, tiskárna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3C18FB98" w14:textId="78E0396C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76E353B4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7FBA57" w14:textId="77777777" w:rsidR="00DC7D3E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7933E836" w14:textId="5FF2825B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7.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7FFB19DF" w14:textId="77777777" w:rsidR="00DC7D3E" w:rsidRDefault="00DC7D3E" w:rsidP="00DC7D3E">
            <w:pPr>
              <w:spacing w:after="0" w:line="240" w:lineRule="auto"/>
            </w:pPr>
          </w:p>
          <w:p w14:paraId="576047D7" w14:textId="5F1C8DED" w:rsidR="00DC7D3E" w:rsidRPr="00FF5697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t>GNSS sada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56EA559D" w14:textId="4D07E7A8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6D28C607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63FC6F" w14:textId="77777777" w:rsidR="00DC7D3E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1A443AE7" w14:textId="401CA147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8.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3B6E5B5F" w14:textId="77777777" w:rsidR="00DC7D3E" w:rsidRDefault="00DC7D3E" w:rsidP="00DC7D3E">
            <w:pPr>
              <w:spacing w:after="0" w:line="240" w:lineRule="auto"/>
            </w:pPr>
          </w:p>
          <w:p w14:paraId="46946FC2" w14:textId="13B42E32" w:rsidR="00DC7D3E" w:rsidRPr="00FF5697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t>Digitální půdní mikrofon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02756823" w14:textId="434F08F3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05A693BA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448E1B" w14:textId="77777777" w:rsidR="00DC7D3E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29069F95" w14:textId="15AAE5F4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9.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1F82DAD5" w14:textId="77777777" w:rsidR="00DC7D3E" w:rsidRPr="006673C4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7E24CECC" w14:textId="7A11E2AF" w:rsidR="00DC7D3E" w:rsidRPr="00FF5697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6673C4">
              <w:rPr>
                <w:rFonts w:ascii="Verdana" w:eastAsia="Times New Roman" w:hAnsi="Verdana" w:cs="Times New Roman"/>
                <w:color w:val="000000"/>
                <w:lang w:eastAsia="cs-CZ"/>
              </w:rPr>
              <w:t>Nahlížecí kamera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5A583999" w14:textId="4A1721DA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5D8D60D6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483A1D" w14:textId="77777777" w:rsidR="00DC7D3E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18CCEE0F" w14:textId="5590DBAC" w:rsidR="00DC7D3E" w:rsidRPr="003C0DF8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10.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08D56927" w14:textId="1D24F823" w:rsidR="00DC7D3E" w:rsidRPr="006673C4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t>Vysokonapěťový zdroj pro lokalizaci plášťových poruch na kabelech pomocí krokového napětí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088125A2" w14:textId="747A7E49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876C8" w:rsidRPr="007B0199" w14:paraId="6B430889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821954" w14:textId="77777777" w:rsidR="006F78DB" w:rsidRDefault="006F78DB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1CCAE9F1" w14:textId="4C5016A8" w:rsidR="00A876C8" w:rsidRDefault="00A876C8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11.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613F130D" w14:textId="77777777" w:rsidR="00A876C8" w:rsidRDefault="00A876C8" w:rsidP="00DC7D3E">
            <w:pPr>
              <w:spacing w:after="0" w:line="240" w:lineRule="auto"/>
            </w:pPr>
          </w:p>
          <w:p w14:paraId="2F7D8B28" w14:textId="5985334E" w:rsidR="00A876C8" w:rsidRDefault="00A876C8" w:rsidP="00DC7D3E">
            <w:pPr>
              <w:spacing w:after="0" w:line="240" w:lineRule="auto"/>
            </w:pPr>
            <w:r>
              <w:t xml:space="preserve">Magnetické </w:t>
            </w:r>
            <w:r w:rsidR="00B973B7">
              <w:t xml:space="preserve">zvedací </w:t>
            </w:r>
            <w:r>
              <w:t>klad</w:t>
            </w:r>
            <w:r w:rsidR="00B973B7">
              <w:t>ivo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7E5057BE" w14:textId="1A4BAB69" w:rsidR="00A876C8" w:rsidRPr="003C0DF8" w:rsidRDefault="00A876C8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DC7D3E" w:rsidRPr="007B0199" w14:paraId="6A9D8A06" w14:textId="77777777" w:rsidTr="004B5269">
        <w:trPr>
          <w:trHeight w:val="4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874633F" w14:textId="77777777" w:rsidR="00DC7D3E" w:rsidRPr="00552F6A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cyan"/>
                <w:lang w:eastAsia="cs-CZ"/>
              </w:rPr>
            </w:pPr>
          </w:p>
          <w:p w14:paraId="142736ED" w14:textId="3E6ADE0A" w:rsidR="00DC7D3E" w:rsidRPr="00552F6A" w:rsidRDefault="00DC7D3E" w:rsidP="00DC7D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cyan"/>
                <w:lang w:eastAsia="cs-CZ"/>
              </w:rPr>
            </w:pPr>
            <w:r w:rsidRPr="006673C4">
              <w:rPr>
                <w:rFonts w:ascii="Verdana" w:eastAsia="Times New Roman" w:hAnsi="Verdana" w:cs="Times New Roman"/>
                <w:color w:val="000000"/>
                <w:lang w:eastAsia="cs-CZ"/>
              </w:rPr>
              <w:t>1</w:t>
            </w:r>
            <w:r w:rsidR="00A876C8">
              <w:rPr>
                <w:rFonts w:ascii="Verdana" w:eastAsia="Times New Roman" w:hAnsi="Verdana" w:cs="Times New Roman"/>
                <w:color w:val="000000"/>
                <w:lang w:eastAsia="cs-CZ"/>
              </w:rPr>
              <w:t>2</w:t>
            </w:r>
            <w:r w:rsidRPr="006673C4">
              <w:rPr>
                <w:rFonts w:ascii="Verdana" w:eastAsia="Times New Roman" w:hAnsi="Verdana" w:cs="Times New Roman"/>
                <w:color w:val="000000"/>
                <w:lang w:eastAsia="cs-CZ"/>
              </w:rPr>
              <w:t>.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14:paraId="65FA16AA" w14:textId="77777777" w:rsidR="00DC7D3E" w:rsidRDefault="00DC7D3E" w:rsidP="00DC7D3E">
            <w:pPr>
              <w:spacing w:after="0" w:line="240" w:lineRule="auto"/>
            </w:pPr>
          </w:p>
          <w:p w14:paraId="3F72EFCC" w14:textId="0238D133" w:rsidR="00DC7D3E" w:rsidRPr="006673C4" w:rsidRDefault="006F78DB" w:rsidP="00DC7D3E">
            <w:pPr>
              <w:spacing w:after="0" w:line="240" w:lineRule="auto"/>
            </w:pPr>
            <w:r>
              <w:t>Ostatní – vestavba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37664CD0" w14:textId="63FB9C68" w:rsidR="00DC7D3E" w:rsidRPr="003C0DF8" w:rsidRDefault="00DC7D3E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4B5269" w:rsidRPr="007B0199" w14:paraId="37392DEF" w14:textId="77777777" w:rsidTr="004B5269">
        <w:trPr>
          <w:trHeight w:val="622"/>
        </w:trPr>
        <w:tc>
          <w:tcPr>
            <w:tcW w:w="58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FD62FC9" w14:textId="77777777" w:rsidR="004B5269" w:rsidRDefault="004B5269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417DE32F" w14:textId="38AE0EDA" w:rsidR="004B5269" w:rsidRPr="003C0DF8" w:rsidRDefault="004B5269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Cena celkem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bez DPH za 1ks kabelového měřícího vozu včetně jeho součástí a příslušenství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</w:tcPr>
          <w:p w14:paraId="75DF2738" w14:textId="77777777" w:rsidR="004B5269" w:rsidRDefault="004B5269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  <w:p w14:paraId="20174184" w14:textId="46081038" w:rsidR="004B5269" w:rsidRPr="006F78DB" w:rsidRDefault="004B5269" w:rsidP="00DC7D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>,-Kč</w:t>
            </w:r>
            <w:r w:rsidRPr="004B5269">
              <w:rPr>
                <w:rFonts w:ascii="Verdana" w:eastAsia="Times New Roman" w:hAnsi="Verdana" w:cs="Times New Roman"/>
                <w:b/>
                <w:bCs/>
                <w:color w:val="EE0000"/>
                <w:sz w:val="22"/>
                <w:szCs w:val="22"/>
                <w:lang w:eastAsia="cs-CZ"/>
              </w:rPr>
              <w:t>*</w:t>
            </w:r>
            <w:r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C7D3E" w:rsidRPr="003C0DF8" w14:paraId="3D732B35" w14:textId="77777777" w:rsidTr="004B5269">
        <w:trPr>
          <w:trHeight w:val="257"/>
        </w:trPr>
        <w:tc>
          <w:tcPr>
            <w:tcW w:w="5813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719286D" w14:textId="11C205F2" w:rsidR="00DC7D3E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0BF9CDDD" w14:textId="77777777" w:rsidR="00DC7D3E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2B30BABC" w14:textId="0DE96FAA" w:rsidR="00DC7D3E" w:rsidRDefault="00DC7D3E" w:rsidP="00DC7D3E">
            <w:pPr>
              <w:shd w:val="clear" w:color="auto" w:fill="D4E8FF" w:themeFill="accent1" w:themeFillTint="1A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 vyplnění:</w:t>
            </w:r>
          </w:p>
          <w:p w14:paraId="28E53BA3" w14:textId="77777777" w:rsidR="00DC7D3E" w:rsidRPr="003C0DF8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F5E586" w14:textId="77777777" w:rsidR="00DC7D3E" w:rsidRPr="003C0DF8" w:rsidRDefault="00DC7D3E" w:rsidP="00DC7D3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</w:tbl>
    <w:tbl>
      <w:tblPr>
        <w:tblW w:w="0" w:type="auto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7770"/>
      </w:tblGrid>
      <w:tr w:rsidR="009D7831" w:rsidRPr="009D7831" w14:paraId="492745D9" w14:textId="77777777" w:rsidTr="004B5269">
        <w:trPr>
          <w:trHeight w:val="508"/>
        </w:trPr>
        <w:tc>
          <w:tcPr>
            <w:tcW w:w="593" w:type="dxa"/>
            <w:vAlign w:val="center"/>
            <w:hideMark/>
          </w:tcPr>
          <w:p w14:paraId="1C692999" w14:textId="1A176899" w:rsidR="00A24615" w:rsidRPr="009D7831" w:rsidRDefault="00A24615" w:rsidP="004B526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1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7770" w:type="dxa"/>
            <w:shd w:val="clear" w:color="auto" w:fill="FFB999" w:themeFill="accent2" w:themeFillTint="66"/>
            <w:vAlign w:val="center"/>
            <w:hideMark/>
          </w:tcPr>
          <w:p w14:paraId="096D822A" w14:textId="2A2C5BA8" w:rsidR="00A24615" w:rsidRPr="009D7831" w:rsidRDefault="009D7831" w:rsidP="00A01A40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P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odbarvená pole k doplnění účastníkem </w:t>
            </w:r>
            <w:r w:rsidR="00A01A40">
              <w:rPr>
                <w:rFonts w:ascii="Verdana" w:eastAsia="Times New Roman" w:hAnsi="Verdana" w:cs="Calibri"/>
                <w:lang w:eastAsia="cs-CZ"/>
              </w:rPr>
              <w:t>zadávacího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 řízení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3C630AC2" w14:textId="77777777" w:rsidTr="004B5269">
        <w:trPr>
          <w:trHeight w:val="465"/>
        </w:trPr>
        <w:tc>
          <w:tcPr>
            <w:tcW w:w="593" w:type="dxa"/>
            <w:vAlign w:val="center"/>
            <w:hideMark/>
          </w:tcPr>
          <w:p w14:paraId="02AF5F57" w14:textId="77777777" w:rsidR="00A24615" w:rsidRPr="009D7831" w:rsidRDefault="00A24615" w:rsidP="004B526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2.</w:t>
            </w:r>
          </w:p>
        </w:tc>
        <w:tc>
          <w:tcPr>
            <w:tcW w:w="7770" w:type="dxa"/>
            <w:noWrap/>
            <w:vAlign w:val="center"/>
            <w:hideMark/>
          </w:tcPr>
          <w:p w14:paraId="1CE9475A" w14:textId="069225FA" w:rsidR="003C0DF8" w:rsidRPr="009D7831" w:rsidRDefault="00A24615" w:rsidP="000E4673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4B5269">
              <w:rPr>
                <w:rFonts w:ascii="Verdana" w:eastAsia="Times New Roman" w:hAnsi="Verdana" w:cs="Calibri"/>
                <w:b/>
                <w:bCs/>
                <w:color w:val="EE0000"/>
                <w:lang w:eastAsia="cs-CZ"/>
              </w:rPr>
              <w:t>*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H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odnotící kritérium ve </w:t>
            </w:r>
            <w:r w:rsidRPr="00C53E49">
              <w:rPr>
                <w:rFonts w:ascii="Verdana" w:eastAsia="Times New Roman" w:hAnsi="Verdana" w:cs="Calibri"/>
                <w:lang w:eastAsia="cs-CZ"/>
              </w:rPr>
              <w:t xml:space="preserve">smyslu čl. </w:t>
            </w:r>
            <w:r w:rsidR="00C53E49" w:rsidRPr="00C53E49">
              <w:rPr>
                <w:rFonts w:ascii="Verdana" w:eastAsia="Times New Roman" w:hAnsi="Verdana" w:cs="Calibri"/>
                <w:lang w:eastAsia="cs-CZ"/>
              </w:rPr>
              <w:t>19</w:t>
            </w:r>
            <w:r w:rsidR="000E4673" w:rsidRPr="00C53E49">
              <w:rPr>
                <w:rFonts w:ascii="Verdana" w:eastAsia="Times New Roman" w:hAnsi="Verdana" w:cs="Calibri"/>
                <w:lang w:eastAsia="cs-CZ"/>
              </w:rPr>
              <w:t xml:space="preserve"> </w:t>
            </w:r>
            <w:r w:rsidR="00FF5697" w:rsidRPr="00C53E49">
              <w:rPr>
                <w:rFonts w:ascii="Verdana" w:eastAsia="Times New Roman" w:hAnsi="Verdana" w:cs="Calibri"/>
                <w:lang w:eastAsia="cs-CZ"/>
              </w:rPr>
              <w:t>Zadávací dokumentace</w:t>
            </w:r>
            <w:r w:rsidR="009D7831" w:rsidRPr="00C53E49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5662B9C1" w14:textId="77777777" w:rsidTr="004B5269">
        <w:trPr>
          <w:trHeight w:val="465"/>
        </w:trPr>
        <w:tc>
          <w:tcPr>
            <w:tcW w:w="593" w:type="dxa"/>
            <w:vAlign w:val="center"/>
          </w:tcPr>
          <w:p w14:paraId="08253C27" w14:textId="5D45F14A" w:rsidR="009D7831" w:rsidRPr="009D7831" w:rsidRDefault="009D7831" w:rsidP="004B526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3.</w:t>
            </w:r>
          </w:p>
        </w:tc>
        <w:tc>
          <w:tcPr>
            <w:tcW w:w="7770" w:type="dxa"/>
            <w:noWrap/>
            <w:vAlign w:val="center"/>
          </w:tcPr>
          <w:p w14:paraId="17814C8F" w14:textId="2FC7ADF4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V ceně dodávky je účastník povinen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zohlednit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veškeré náklady spojené s Předmětem koupě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</w:t>
            </w:r>
          </w:p>
        </w:tc>
      </w:tr>
      <w:tr w:rsidR="009D7831" w:rsidRPr="009D7831" w14:paraId="7C23D5BD" w14:textId="77777777" w:rsidTr="004B5269">
        <w:trPr>
          <w:trHeight w:val="465"/>
        </w:trPr>
        <w:tc>
          <w:tcPr>
            <w:tcW w:w="593" w:type="dxa"/>
            <w:vAlign w:val="center"/>
          </w:tcPr>
          <w:p w14:paraId="5007552B" w14:textId="426BEAC1" w:rsidR="003C0DF8" w:rsidRPr="009D7831" w:rsidRDefault="009D7831" w:rsidP="004B526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4</w:t>
            </w:r>
            <w:r w:rsidR="003C0DF8" w:rsidRP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7770" w:type="dxa"/>
            <w:noWrap/>
            <w:vAlign w:val="center"/>
          </w:tcPr>
          <w:p w14:paraId="445B42F0" w14:textId="33ADE576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Z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a provedený součet cen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ve výše uvedené tabulce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je odpovědný účastník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  <w:r w:rsidR="002F21F0">
              <w:rPr>
                <w:rFonts w:ascii="Verdana" w:eastAsia="Times New Roman" w:hAnsi="Verdana" w:cs="Calibri"/>
                <w:lang w:eastAsia="cs-CZ"/>
              </w:rPr>
              <w:t xml:space="preserve"> Celková cena v součtu musí současně odpovídat údaji o celkové ceně uvedené účastníkem v čl. 2, odst. 2.1 Kupní smlouvy (Příloha č. 6 Zadávací dokumentace).  </w:t>
            </w:r>
          </w:p>
        </w:tc>
      </w:tr>
    </w:tbl>
    <w:p w14:paraId="03082EA8" w14:textId="1988D932" w:rsidR="005E752F" w:rsidRPr="003C0DF8" w:rsidRDefault="005E752F" w:rsidP="00BB30AD"/>
    <w:sectPr w:rsidR="005E752F" w:rsidRPr="003C0DF8" w:rsidSect="003C0D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35726" w14:textId="77777777" w:rsidR="00DD24A3" w:rsidRDefault="00DD24A3" w:rsidP="00962258">
      <w:pPr>
        <w:spacing w:after="0" w:line="240" w:lineRule="auto"/>
      </w:pPr>
      <w:r>
        <w:separator/>
      </w:r>
    </w:p>
  </w:endnote>
  <w:endnote w:type="continuationSeparator" w:id="0">
    <w:p w14:paraId="3BA56922" w14:textId="77777777" w:rsidR="00DD24A3" w:rsidRDefault="00DD24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4BEC8" w14:textId="77777777" w:rsidR="00603F2C" w:rsidRDefault="00603F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2D008A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54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54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165AF48E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0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0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4E8BC66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7F9080DF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520B044E" w14:textId="65ACF9D3" w:rsidR="005A4944" w:rsidRDefault="00437C5C" w:rsidP="00437C5C">
          <w:pPr>
            <w:pStyle w:val="Zpat"/>
          </w:pPr>
          <w:r w:rsidRPr="00F2406A">
            <w:rPr>
              <w:rFonts w:ascii="Verdana" w:eastAsia="Verdana" w:hAnsi="Verdana"/>
            </w:rPr>
            <w:t>702 00 Ostrava</w:t>
          </w: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6ECD1" w14:textId="77777777" w:rsidR="00DD24A3" w:rsidRDefault="00DD24A3" w:rsidP="00962258">
      <w:pPr>
        <w:spacing w:after="0" w:line="240" w:lineRule="auto"/>
      </w:pPr>
      <w:r>
        <w:separator/>
      </w:r>
    </w:p>
  </w:footnote>
  <w:footnote w:type="continuationSeparator" w:id="0">
    <w:p w14:paraId="43EE7A40" w14:textId="77777777" w:rsidR="00DD24A3" w:rsidRDefault="00DD24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1C45" w14:textId="2FF6FB3B" w:rsidR="00603F2C" w:rsidRDefault="00603F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30D329C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AA00D6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16AFF5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4A2B6F5" w14:textId="2960B87D" w:rsidR="00107B95" w:rsidRDefault="00107B95" w:rsidP="00FC6389">
          <w:pPr>
            <w:pStyle w:val="Zpat"/>
          </w:pPr>
        </w:p>
        <w:p w14:paraId="7E924F46" w14:textId="4B34D25E" w:rsidR="00107B95" w:rsidRDefault="00107B95" w:rsidP="00107B95"/>
        <w:p w14:paraId="44774D52" w14:textId="59F9DF92" w:rsidR="00107B95" w:rsidRDefault="00107B95" w:rsidP="00107B95"/>
        <w:p w14:paraId="6202BEC7" w14:textId="77777777" w:rsidR="00F1715C" w:rsidRPr="00107B95" w:rsidRDefault="00F1715C" w:rsidP="00107B95">
          <w:pPr>
            <w:jc w:val="righ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2661E1E" w14:textId="603237DF" w:rsidR="00BB30AD" w:rsidRPr="00AA00D6" w:rsidRDefault="00BB30AD" w:rsidP="00BB30AD">
          <w:pPr>
            <w:tabs>
              <w:tab w:val="center" w:pos="4536"/>
              <w:tab w:val="right" w:pos="9072"/>
            </w:tabs>
            <w:jc w:val="right"/>
            <w:rPr>
              <w:rFonts w:eastAsia="Calibri" w:cstheme="minorHAnsi"/>
              <w:sz w:val="18"/>
            </w:rPr>
          </w:pPr>
          <w:r w:rsidRPr="00AA00D6">
            <w:rPr>
              <w:rFonts w:eastAsia="Calibri" w:cstheme="minorHAnsi"/>
              <w:sz w:val="18"/>
            </w:rPr>
            <w:t xml:space="preserve">Příloha </w:t>
          </w:r>
          <w:r w:rsidR="003723E9" w:rsidRPr="00AA00D6">
            <w:rPr>
              <w:rFonts w:eastAsia="Calibri" w:cstheme="minorHAnsi"/>
              <w:sz w:val="18"/>
            </w:rPr>
            <w:t>č.</w:t>
          </w:r>
          <w:r w:rsidR="0072600F" w:rsidRPr="00AA00D6">
            <w:rPr>
              <w:rFonts w:eastAsia="Calibri" w:cstheme="minorHAnsi"/>
              <w:sz w:val="18"/>
            </w:rPr>
            <w:t xml:space="preserve"> </w:t>
          </w:r>
          <w:r w:rsidR="00C53E49">
            <w:rPr>
              <w:rFonts w:eastAsia="Calibri" w:cstheme="minorHAnsi"/>
              <w:sz w:val="18"/>
            </w:rPr>
            <w:t>10</w:t>
          </w:r>
          <w:r w:rsidR="003723E9" w:rsidRPr="00AA00D6">
            <w:rPr>
              <w:rFonts w:eastAsia="Calibri" w:cstheme="minorHAnsi"/>
              <w:sz w:val="18"/>
            </w:rPr>
            <w:t xml:space="preserve"> Zadávací dokumentace</w:t>
          </w:r>
          <w:r w:rsidRPr="00AA00D6">
            <w:rPr>
              <w:rFonts w:eastAsia="Calibri" w:cstheme="minorHAnsi"/>
              <w:sz w:val="18"/>
            </w:rPr>
            <w:t>:</w:t>
          </w:r>
        </w:p>
        <w:p w14:paraId="129E2EA2" w14:textId="2BBC49AA" w:rsidR="00BB30AD" w:rsidRPr="00AA00D6" w:rsidRDefault="00BB30AD" w:rsidP="00BB30AD">
          <w:pPr>
            <w:pStyle w:val="Druhdokumentu"/>
            <w:rPr>
              <w:b w:val="0"/>
              <w:sz w:val="18"/>
              <w:szCs w:val="18"/>
            </w:rPr>
          </w:pPr>
          <w:r w:rsidRPr="00AA00D6">
            <w:rPr>
              <w:sz w:val="18"/>
              <w:szCs w:val="18"/>
            </w:rPr>
            <w:t xml:space="preserve">              </w:t>
          </w:r>
        </w:p>
        <w:p w14:paraId="0151B418" w14:textId="6C7DB352" w:rsidR="00F1715C" w:rsidRPr="00AA00D6" w:rsidRDefault="00603F2C" w:rsidP="00107B95">
          <w:pPr>
            <w:pStyle w:val="Druhdokumentu"/>
            <w:tabs>
              <w:tab w:val="left" w:pos="4191"/>
            </w:tabs>
            <w:ind w:left="505" w:right="228"/>
            <w:rPr>
              <w:sz w:val="24"/>
              <w:szCs w:val="24"/>
            </w:rPr>
          </w:pPr>
          <w:r>
            <w:rPr>
              <w:sz w:val="24"/>
              <w:szCs w:val="24"/>
            </w:rPr>
            <w:t>ROZPIS CENY DODÁVKY (CENÍK)</w:t>
          </w:r>
        </w:p>
        <w:p w14:paraId="36769D17" w14:textId="77777777" w:rsidR="002A6AEA" w:rsidRPr="00AA00D6" w:rsidRDefault="002A6AEA" w:rsidP="00107B95">
          <w:pPr>
            <w:pStyle w:val="Druhdokumentu"/>
            <w:ind w:left="505"/>
            <w:rPr>
              <w:sz w:val="22"/>
              <w:szCs w:val="22"/>
            </w:rPr>
          </w:pP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107B95">
          <w:pPr>
            <w:pStyle w:val="Druhdokumentu"/>
            <w:ind w:left="505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4D10F2"/>
    <w:multiLevelType w:val="hybridMultilevel"/>
    <w:tmpl w:val="9DEC143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C797F"/>
    <w:multiLevelType w:val="hybridMultilevel"/>
    <w:tmpl w:val="014C1E14"/>
    <w:lvl w:ilvl="0" w:tplc="300E00F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D5E39E2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E6111"/>
    <w:multiLevelType w:val="hybridMultilevel"/>
    <w:tmpl w:val="4580B4F2"/>
    <w:lvl w:ilvl="0" w:tplc="9F2CC5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859196548">
    <w:abstractNumId w:val="2"/>
  </w:num>
  <w:num w:numId="2" w16cid:durableId="1828011630">
    <w:abstractNumId w:val="0"/>
  </w:num>
  <w:num w:numId="3" w16cid:durableId="1397237157">
    <w:abstractNumId w:val="11"/>
  </w:num>
  <w:num w:numId="4" w16cid:durableId="384373183">
    <w:abstractNumId w:val="4"/>
  </w:num>
  <w:num w:numId="5" w16cid:durableId="1643776587">
    <w:abstractNumId w:val="8"/>
  </w:num>
  <w:num w:numId="6" w16cid:durableId="182282223">
    <w:abstractNumId w:val="5"/>
  </w:num>
  <w:num w:numId="7" w16cid:durableId="2146270170">
    <w:abstractNumId w:val="6"/>
  </w:num>
  <w:num w:numId="8" w16cid:durableId="1246113220">
    <w:abstractNumId w:val="3"/>
  </w:num>
  <w:num w:numId="9" w16cid:durableId="907114117">
    <w:abstractNumId w:val="9"/>
  </w:num>
  <w:num w:numId="10" w16cid:durableId="983391384">
    <w:abstractNumId w:val="1"/>
  </w:num>
  <w:num w:numId="11" w16cid:durableId="408188003">
    <w:abstractNumId w:val="7"/>
  </w:num>
  <w:num w:numId="12" w16cid:durableId="81568246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1F12"/>
    <w:rsid w:val="0002412B"/>
    <w:rsid w:val="000318EF"/>
    <w:rsid w:val="0006095A"/>
    <w:rsid w:val="00072C1E"/>
    <w:rsid w:val="000B4EB8"/>
    <w:rsid w:val="000B5C15"/>
    <w:rsid w:val="000C41F2"/>
    <w:rsid w:val="000C4487"/>
    <w:rsid w:val="000D1FAD"/>
    <w:rsid w:val="000D22C4"/>
    <w:rsid w:val="000D27D1"/>
    <w:rsid w:val="000E4673"/>
    <w:rsid w:val="00107B95"/>
    <w:rsid w:val="00114472"/>
    <w:rsid w:val="001150F2"/>
    <w:rsid w:val="0012713A"/>
    <w:rsid w:val="0012794C"/>
    <w:rsid w:val="00127C2B"/>
    <w:rsid w:val="0013032A"/>
    <w:rsid w:val="00137C88"/>
    <w:rsid w:val="00170E28"/>
    <w:rsid w:val="00170EC5"/>
    <w:rsid w:val="001716D3"/>
    <w:rsid w:val="00173430"/>
    <w:rsid w:val="001747C1"/>
    <w:rsid w:val="00180641"/>
    <w:rsid w:val="00186692"/>
    <w:rsid w:val="00190B15"/>
    <w:rsid w:val="001B28FA"/>
    <w:rsid w:val="001B4E74"/>
    <w:rsid w:val="001D66BD"/>
    <w:rsid w:val="001E63E9"/>
    <w:rsid w:val="00203D71"/>
    <w:rsid w:val="00205FBE"/>
    <w:rsid w:val="00207DF5"/>
    <w:rsid w:val="002229C4"/>
    <w:rsid w:val="00243FA5"/>
    <w:rsid w:val="00250C6F"/>
    <w:rsid w:val="00261A5B"/>
    <w:rsid w:val="002725A9"/>
    <w:rsid w:val="00295F4A"/>
    <w:rsid w:val="00296DC2"/>
    <w:rsid w:val="002A0E52"/>
    <w:rsid w:val="002A6AEA"/>
    <w:rsid w:val="002B4925"/>
    <w:rsid w:val="002B5243"/>
    <w:rsid w:val="002C0252"/>
    <w:rsid w:val="002C31BF"/>
    <w:rsid w:val="002D7C79"/>
    <w:rsid w:val="002E0CD7"/>
    <w:rsid w:val="002E3AD4"/>
    <w:rsid w:val="002E4428"/>
    <w:rsid w:val="002F21F0"/>
    <w:rsid w:val="002F4AC6"/>
    <w:rsid w:val="00327EEF"/>
    <w:rsid w:val="003354B5"/>
    <w:rsid w:val="00341000"/>
    <w:rsid w:val="0034719F"/>
    <w:rsid w:val="003571D8"/>
    <w:rsid w:val="00357BC6"/>
    <w:rsid w:val="00361422"/>
    <w:rsid w:val="003711E4"/>
    <w:rsid w:val="003712A0"/>
    <w:rsid w:val="003723E9"/>
    <w:rsid w:val="00385495"/>
    <w:rsid w:val="003956C6"/>
    <w:rsid w:val="003A4A40"/>
    <w:rsid w:val="003B2FE7"/>
    <w:rsid w:val="003C0DF8"/>
    <w:rsid w:val="003C180B"/>
    <w:rsid w:val="003D2C97"/>
    <w:rsid w:val="003E4A4C"/>
    <w:rsid w:val="00437C5C"/>
    <w:rsid w:val="00444A50"/>
    <w:rsid w:val="00444DD2"/>
    <w:rsid w:val="00450F07"/>
    <w:rsid w:val="00453CD3"/>
    <w:rsid w:val="00460660"/>
    <w:rsid w:val="004820AB"/>
    <w:rsid w:val="00486107"/>
    <w:rsid w:val="00491827"/>
    <w:rsid w:val="004B5269"/>
    <w:rsid w:val="004B5CD0"/>
    <w:rsid w:val="004C4399"/>
    <w:rsid w:val="004C787C"/>
    <w:rsid w:val="004E06B3"/>
    <w:rsid w:val="004E677F"/>
    <w:rsid w:val="004E7A1F"/>
    <w:rsid w:val="004F4B9B"/>
    <w:rsid w:val="00511AB9"/>
    <w:rsid w:val="005239F3"/>
    <w:rsid w:val="00523BB5"/>
    <w:rsid w:val="00523EA7"/>
    <w:rsid w:val="005406EB"/>
    <w:rsid w:val="00544E03"/>
    <w:rsid w:val="00552F6A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B4CE2"/>
    <w:rsid w:val="005E24FC"/>
    <w:rsid w:val="005E752F"/>
    <w:rsid w:val="00603F2C"/>
    <w:rsid w:val="006078DE"/>
    <w:rsid w:val="00607F15"/>
    <w:rsid w:val="0061068E"/>
    <w:rsid w:val="006218C3"/>
    <w:rsid w:val="006411CB"/>
    <w:rsid w:val="00646A00"/>
    <w:rsid w:val="00651339"/>
    <w:rsid w:val="00660AD3"/>
    <w:rsid w:val="006626CF"/>
    <w:rsid w:val="006673C4"/>
    <w:rsid w:val="00682EB5"/>
    <w:rsid w:val="006A5570"/>
    <w:rsid w:val="006A689C"/>
    <w:rsid w:val="006B3D79"/>
    <w:rsid w:val="006B581E"/>
    <w:rsid w:val="006E0578"/>
    <w:rsid w:val="006E314D"/>
    <w:rsid w:val="006F0AE7"/>
    <w:rsid w:val="006F78DB"/>
    <w:rsid w:val="00710723"/>
    <w:rsid w:val="0071113A"/>
    <w:rsid w:val="00721033"/>
    <w:rsid w:val="00723ED1"/>
    <w:rsid w:val="0072600F"/>
    <w:rsid w:val="00742F51"/>
    <w:rsid w:val="00743525"/>
    <w:rsid w:val="00754EDB"/>
    <w:rsid w:val="0076249A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3F16"/>
    <w:rsid w:val="00856E91"/>
    <w:rsid w:val="0089399C"/>
    <w:rsid w:val="008946C9"/>
    <w:rsid w:val="00895BBB"/>
    <w:rsid w:val="008A3568"/>
    <w:rsid w:val="008B4B42"/>
    <w:rsid w:val="008B6FCD"/>
    <w:rsid w:val="008B71E5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73160"/>
    <w:rsid w:val="00981224"/>
    <w:rsid w:val="00992D9C"/>
    <w:rsid w:val="00996CB8"/>
    <w:rsid w:val="009B2E97"/>
    <w:rsid w:val="009C0E7D"/>
    <w:rsid w:val="009C2AE3"/>
    <w:rsid w:val="009C395D"/>
    <w:rsid w:val="009C442C"/>
    <w:rsid w:val="009C6E08"/>
    <w:rsid w:val="009C7C3B"/>
    <w:rsid w:val="009D1849"/>
    <w:rsid w:val="009D7831"/>
    <w:rsid w:val="009E07F4"/>
    <w:rsid w:val="009E2E30"/>
    <w:rsid w:val="009F309B"/>
    <w:rsid w:val="009F392E"/>
    <w:rsid w:val="00A01A40"/>
    <w:rsid w:val="00A02BCD"/>
    <w:rsid w:val="00A10CF8"/>
    <w:rsid w:val="00A12287"/>
    <w:rsid w:val="00A12CC9"/>
    <w:rsid w:val="00A2240C"/>
    <w:rsid w:val="00A24615"/>
    <w:rsid w:val="00A267AB"/>
    <w:rsid w:val="00A27F0F"/>
    <w:rsid w:val="00A34C78"/>
    <w:rsid w:val="00A500EA"/>
    <w:rsid w:val="00A50641"/>
    <w:rsid w:val="00A530BF"/>
    <w:rsid w:val="00A6177B"/>
    <w:rsid w:val="00A66136"/>
    <w:rsid w:val="00A71189"/>
    <w:rsid w:val="00A753ED"/>
    <w:rsid w:val="00A876C8"/>
    <w:rsid w:val="00A94C2F"/>
    <w:rsid w:val="00AA00D6"/>
    <w:rsid w:val="00AA4CBB"/>
    <w:rsid w:val="00AA65FA"/>
    <w:rsid w:val="00AA7351"/>
    <w:rsid w:val="00AB4211"/>
    <w:rsid w:val="00AD056F"/>
    <w:rsid w:val="00AD0655"/>
    <w:rsid w:val="00AD6731"/>
    <w:rsid w:val="00B008D5"/>
    <w:rsid w:val="00B1003C"/>
    <w:rsid w:val="00B15D0D"/>
    <w:rsid w:val="00B34218"/>
    <w:rsid w:val="00B438F0"/>
    <w:rsid w:val="00B645F4"/>
    <w:rsid w:val="00B75EE1"/>
    <w:rsid w:val="00B77481"/>
    <w:rsid w:val="00B8518B"/>
    <w:rsid w:val="00B973B7"/>
    <w:rsid w:val="00B9780B"/>
    <w:rsid w:val="00BA0376"/>
    <w:rsid w:val="00BB30AD"/>
    <w:rsid w:val="00BB605E"/>
    <w:rsid w:val="00BD7E91"/>
    <w:rsid w:val="00BD7F0D"/>
    <w:rsid w:val="00BF0489"/>
    <w:rsid w:val="00BF2E0B"/>
    <w:rsid w:val="00BF58D0"/>
    <w:rsid w:val="00C02D0A"/>
    <w:rsid w:val="00C03A6E"/>
    <w:rsid w:val="00C2480C"/>
    <w:rsid w:val="00C3606B"/>
    <w:rsid w:val="00C420CA"/>
    <w:rsid w:val="00C44F6A"/>
    <w:rsid w:val="00C53E49"/>
    <w:rsid w:val="00C6198E"/>
    <w:rsid w:val="00C749F2"/>
    <w:rsid w:val="00C74FFE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30591"/>
    <w:rsid w:val="00D4108E"/>
    <w:rsid w:val="00D56DA4"/>
    <w:rsid w:val="00D6163D"/>
    <w:rsid w:val="00D74F8E"/>
    <w:rsid w:val="00D831A3"/>
    <w:rsid w:val="00D934AE"/>
    <w:rsid w:val="00DA167C"/>
    <w:rsid w:val="00DA2D31"/>
    <w:rsid w:val="00DA3711"/>
    <w:rsid w:val="00DC06AC"/>
    <w:rsid w:val="00DC5A58"/>
    <w:rsid w:val="00DC7D3E"/>
    <w:rsid w:val="00DD24A3"/>
    <w:rsid w:val="00DD46F3"/>
    <w:rsid w:val="00DD71EF"/>
    <w:rsid w:val="00DE56F2"/>
    <w:rsid w:val="00DE68D5"/>
    <w:rsid w:val="00DF116D"/>
    <w:rsid w:val="00E0736B"/>
    <w:rsid w:val="00E1013A"/>
    <w:rsid w:val="00E218B5"/>
    <w:rsid w:val="00E40466"/>
    <w:rsid w:val="00E47E9A"/>
    <w:rsid w:val="00E532F4"/>
    <w:rsid w:val="00E762E9"/>
    <w:rsid w:val="00E84EF3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0B3B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  <w:rsid w:val="00F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437C5C"/>
    <w:pPr>
      <w:numPr>
        <w:numId w:val="11"/>
      </w:numPr>
      <w:tabs>
        <w:tab w:val="left" w:pos="0"/>
      </w:tabs>
      <w:spacing w:before="120" w:after="120" w:line="276" w:lineRule="auto"/>
      <w:jc w:val="both"/>
    </w:pPr>
    <w:rPr>
      <w:rFonts w:ascii="Verdana" w:eastAsia="Calibri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FBBA874-D15D-41F6-9F65-D8B0F48470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71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18</cp:revision>
  <cp:lastPrinted>2017-11-27T16:01:00Z</cp:lastPrinted>
  <dcterms:created xsi:type="dcterms:W3CDTF">2024-05-15T09:32:00Z</dcterms:created>
  <dcterms:modified xsi:type="dcterms:W3CDTF">2025-10-31T07:25:00Z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